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BF26D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E6732D" w:rsidRPr="00E6732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Document77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56CF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</w:t>
                      </w:r>
                      <w:r w:rsidR="00E6732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A56CF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19</w:t>
                      </w:r>
                      <w:r w:rsidR="00E6732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8B" w:rsidRDefault="00BD4B8B" w:rsidP="004A1C66">
      <w:r>
        <w:separator/>
      </w:r>
    </w:p>
  </w:endnote>
  <w:endnote w:type="continuationSeparator" w:id="0">
    <w:p w:rsidR="00BD4B8B" w:rsidRDefault="00BD4B8B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8B" w:rsidRDefault="00BD4B8B" w:rsidP="004A1C66">
      <w:r>
        <w:separator/>
      </w:r>
    </w:p>
  </w:footnote>
  <w:footnote w:type="continuationSeparator" w:id="0">
    <w:p w:rsidR="00BD4B8B" w:rsidRDefault="00BD4B8B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F4"/>
    <w:rsid w:val="000248E2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A56CF4"/>
    <w:rsid w:val="00B53200"/>
    <w:rsid w:val="00BD4B8B"/>
    <w:rsid w:val="00BF26DD"/>
    <w:rsid w:val="00CE4705"/>
    <w:rsid w:val="00DD6332"/>
    <w:rsid w:val="00E5621B"/>
    <w:rsid w:val="00E6732D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2015-03-16T04:29:00Z</dcterms:created>
  <dcterms:modified xsi:type="dcterms:W3CDTF">2015-03-16T04:29:00Z</dcterms:modified>
</cp:coreProperties>
</file>